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CD2E680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7862D2">
        <w:rPr>
          <w:rFonts w:ascii="Corbel" w:hAnsi="Corbel"/>
          <w:b/>
          <w:smallCaps/>
          <w:sz w:val="24"/>
          <w:szCs w:val="24"/>
        </w:rPr>
        <w:t>0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7862D2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59F6CBB4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7862D2">
        <w:rPr>
          <w:rFonts w:ascii="Corbel" w:hAnsi="Corbel"/>
          <w:sz w:val="24"/>
          <w:szCs w:val="24"/>
        </w:rPr>
        <w:t>1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7862D2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39A8F33" w:rsidR="0085747A" w:rsidRPr="00EE525A" w:rsidRDefault="002A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FD998D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2A019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00F87CBC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2A019E">
        <w:tc>
          <w:tcPr>
            <w:tcW w:w="490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19E" w:rsidRPr="00EE525A" w14:paraId="41D7342E" w14:textId="77777777" w:rsidTr="002A019E">
        <w:tc>
          <w:tcPr>
            <w:tcW w:w="4902" w:type="dxa"/>
          </w:tcPr>
          <w:p w14:paraId="336857A1" w14:textId="509F4E5B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8DD0A7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14748C99" w14:textId="77777777" w:rsidTr="002A019E">
        <w:tc>
          <w:tcPr>
            <w:tcW w:w="4902" w:type="dxa"/>
          </w:tcPr>
          <w:p w14:paraId="3F3C88B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056A41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66E1A945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1367D30" w14:textId="77777777" w:rsidTr="002A019E">
        <w:tc>
          <w:tcPr>
            <w:tcW w:w="4902" w:type="dxa"/>
          </w:tcPr>
          <w:p w14:paraId="4F573F09" w14:textId="5F634C4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F7207F2" w14:textId="77777777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A019E" w:rsidRPr="00EE525A" w14:paraId="45A3E8D7" w14:textId="77777777" w:rsidTr="002A019E">
        <w:tc>
          <w:tcPr>
            <w:tcW w:w="4902" w:type="dxa"/>
          </w:tcPr>
          <w:p w14:paraId="626D78EC" w14:textId="444BA906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A51B2A8" w:rsidR="002A019E" w:rsidRPr="00EE525A" w:rsidRDefault="002A019E" w:rsidP="002A019E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2A019E" w:rsidRPr="00EE525A" w14:paraId="761AF2EE" w14:textId="77777777" w:rsidTr="002A019E">
        <w:tc>
          <w:tcPr>
            <w:tcW w:w="4902" w:type="dxa"/>
          </w:tcPr>
          <w:p w14:paraId="3C28658F" w14:textId="5215B35A" w:rsidR="002A019E" w:rsidRPr="00EE525A" w:rsidRDefault="002A019E" w:rsidP="002A01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2481B33" w:rsidR="002A019E" w:rsidRPr="00EE525A" w:rsidRDefault="002A019E" w:rsidP="002A01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73919E37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66732D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673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43A9DD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66732D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6673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359406E1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66732D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673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47167DEA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66732D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673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</w:p>
          <w:p w14:paraId="0F851062" w14:textId="07C3959E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66732D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559795E7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66732D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AC60" w14:textId="77777777" w:rsidR="00E247CE" w:rsidRDefault="00E247CE" w:rsidP="00C16ABF">
      <w:pPr>
        <w:spacing w:after="0" w:line="240" w:lineRule="auto"/>
      </w:pPr>
      <w:r>
        <w:separator/>
      </w:r>
    </w:p>
  </w:endnote>
  <w:endnote w:type="continuationSeparator" w:id="0">
    <w:p w14:paraId="76D724B1" w14:textId="77777777" w:rsidR="00E247CE" w:rsidRDefault="00E247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3CCEC" w14:textId="77777777" w:rsidR="00E247CE" w:rsidRDefault="00E247CE" w:rsidP="00C16ABF">
      <w:pPr>
        <w:spacing w:after="0" w:line="240" w:lineRule="auto"/>
      </w:pPr>
      <w:r>
        <w:separator/>
      </w:r>
    </w:p>
  </w:footnote>
  <w:footnote w:type="continuationSeparator" w:id="0">
    <w:p w14:paraId="66962370" w14:textId="77777777" w:rsidR="00E247CE" w:rsidRDefault="00E247C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43840">
    <w:abstractNumId w:val="2"/>
  </w:num>
  <w:num w:numId="2" w16cid:durableId="1312826029">
    <w:abstractNumId w:val="3"/>
  </w:num>
  <w:num w:numId="3" w16cid:durableId="206457005">
    <w:abstractNumId w:val="0"/>
  </w:num>
  <w:num w:numId="4" w16cid:durableId="303967348">
    <w:abstractNumId w:val="1"/>
  </w:num>
  <w:num w:numId="5" w16cid:durableId="528377270">
    <w:abstractNumId w:val="4"/>
  </w:num>
  <w:num w:numId="6" w16cid:durableId="20063977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B6F9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19E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8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6732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7CE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0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3</cp:revision>
  <cp:lastPrinted>2019-02-06T12:12:00Z</cp:lastPrinted>
  <dcterms:created xsi:type="dcterms:W3CDTF">2023-02-16T21:17:00Z</dcterms:created>
  <dcterms:modified xsi:type="dcterms:W3CDTF">2023-02-20T21:03:00Z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